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6F362" w14:textId="77777777" w:rsidR="004A2CDD" w:rsidRPr="00251520" w:rsidRDefault="009B0535" w:rsidP="009B0535">
      <w:pPr>
        <w:pStyle w:val="Titel"/>
      </w:pPr>
      <w:r>
        <w:t>Praxisauftrag</w:t>
      </w:r>
    </w:p>
    <w:p w14:paraId="4453F3F5" w14:textId="4E01F265" w:rsidR="00A825D2" w:rsidRPr="00A825D2" w:rsidRDefault="003B29C0" w:rsidP="009B4E47">
      <w:pPr>
        <w:pStyle w:val="Thema"/>
        <w:spacing w:after="120"/>
      </w:pPr>
      <w:r>
        <w:t xml:space="preserve">Eingegangene </w:t>
      </w:r>
      <w:r w:rsidR="00812170">
        <w:t>Rechnung</w:t>
      </w:r>
      <w:r w:rsidR="00FF7077">
        <w:t>en</w:t>
      </w:r>
      <w:r w:rsidR="00812170">
        <w:t xml:space="preserve"> </w:t>
      </w:r>
      <w:r>
        <w:t>kontrollieren</w:t>
      </w:r>
    </w:p>
    <w:p w14:paraId="63C2D37F" w14:textId="4505754C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812170">
        <w:rPr>
          <w:b/>
          <w:bCs/>
        </w:rPr>
        <w:t>c5: Finanzielle Vorgänge betreuen und kontrollieren</w:t>
      </w:r>
    </w:p>
    <w:p w14:paraId="443892A4" w14:textId="77777777" w:rsidR="00A532CF" w:rsidRDefault="00A532CF" w:rsidP="00A532CF"/>
    <w:p w14:paraId="495A070F" w14:textId="3890DB58" w:rsidR="00C7659B" w:rsidRDefault="00C7659B" w:rsidP="00C9512D">
      <w:pPr>
        <w:pStyle w:val="Untertitel"/>
      </w:pPr>
      <w:r>
        <w:t>Ausgangslage</w:t>
      </w:r>
    </w:p>
    <w:p w14:paraId="7297219D" w14:textId="283B9AFC" w:rsidR="00EA0F8C" w:rsidRDefault="007879E4" w:rsidP="00E87A99">
      <w:r>
        <w:t>Bevor Rechnungen bezahlt werden</w:t>
      </w:r>
      <w:r w:rsidR="00B015F5">
        <w:t>,</w:t>
      </w:r>
      <w:r>
        <w:t xml:space="preserve"> ist es wichtig</w:t>
      </w:r>
      <w:r w:rsidR="00C9512D">
        <w:t>,</w:t>
      </w:r>
      <w:r>
        <w:t xml:space="preserve"> zu kontrollieren, ob der Betrieb die Artikel überhaupt erhalten oder die Leistung in Anspruch genommen hat. In deiner Funktion darfst du Rechnungen kontrollieren. </w:t>
      </w:r>
    </w:p>
    <w:p w14:paraId="20B88F33" w14:textId="77777777" w:rsidR="00C67F83" w:rsidRDefault="00C67F83" w:rsidP="00E87A99"/>
    <w:p w14:paraId="0E486B76" w14:textId="3CF852D5" w:rsidR="00EA0F8C" w:rsidRDefault="00EA0F8C" w:rsidP="00E87A99">
      <w:r>
        <w:t xml:space="preserve">Dieser Praxisauftrag bietet dir die Möglichkeit, deine Kenntnisse über </w:t>
      </w:r>
      <w:r w:rsidR="003B29C0">
        <w:t>die Kontrolle</w:t>
      </w:r>
      <w:r>
        <w:t xml:space="preserve"> von </w:t>
      </w:r>
      <w:r w:rsidR="003B29C0">
        <w:t xml:space="preserve">eingegangenen </w:t>
      </w:r>
      <w:r>
        <w:t xml:space="preserve">Rechnungen in der Praxis </w:t>
      </w:r>
      <w:r w:rsidR="00C67F83">
        <w:t>umzusetze</w:t>
      </w:r>
      <w:r>
        <w:t xml:space="preserve">n. </w:t>
      </w:r>
      <w:r w:rsidR="00C67F83">
        <w:t>Du darfst</w:t>
      </w:r>
      <w:r>
        <w:t xml:space="preserve"> nämlich selb</w:t>
      </w:r>
      <w:r w:rsidR="00C9512D">
        <w:t>st</w:t>
      </w:r>
      <w:r>
        <w:t xml:space="preserve">ständig </w:t>
      </w:r>
      <w:r w:rsidR="003B29C0">
        <w:t xml:space="preserve">eingegangene </w:t>
      </w:r>
      <w:r>
        <w:t>Rechnung</w:t>
      </w:r>
      <w:r w:rsidR="003B29C0">
        <w:t>en</w:t>
      </w:r>
      <w:r>
        <w:t xml:space="preserve"> </w:t>
      </w:r>
      <w:r w:rsidR="003B29C0">
        <w:t>kontrollieren</w:t>
      </w:r>
      <w:r w:rsidR="00C9512D">
        <w:t>.</w:t>
      </w:r>
    </w:p>
    <w:p w14:paraId="74E53F66" w14:textId="77777777" w:rsidR="007D47FB" w:rsidRDefault="007D47FB" w:rsidP="00E87A99"/>
    <w:p w14:paraId="19BE1362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232C0F77" w14:textId="77777777" w:rsidTr="003B29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2BFA5CA9" w14:textId="77777777" w:rsidR="00E966C7" w:rsidRDefault="00E966C7" w:rsidP="00C7659B"/>
        </w:tc>
        <w:tc>
          <w:tcPr>
            <w:tcW w:w="5908" w:type="dxa"/>
          </w:tcPr>
          <w:p w14:paraId="3EC192DD" w14:textId="77777777" w:rsidR="00E966C7" w:rsidRDefault="00E966C7" w:rsidP="00C7659B"/>
        </w:tc>
      </w:tr>
      <w:tr w:rsidR="00E966C7" w14:paraId="73220A64" w14:textId="77777777" w:rsidTr="003B29C0">
        <w:tc>
          <w:tcPr>
            <w:tcW w:w="1518" w:type="dxa"/>
          </w:tcPr>
          <w:p w14:paraId="6C5A0046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53C97889" w14:textId="70E6DE92" w:rsidR="004F5235" w:rsidRDefault="003B29C0" w:rsidP="00DD1533">
            <w:r>
              <w:t xml:space="preserve">Erkundige dich bei deiner vorgesetzten Person, welche eingegangenen Rechnungen </w:t>
            </w:r>
            <w:r w:rsidR="007879E4">
              <w:t xml:space="preserve">(mindestens fünf Rechnungen) </w:t>
            </w:r>
            <w:r>
              <w:t>du kontrollieren darfst</w:t>
            </w:r>
            <w:r w:rsidR="00201E81">
              <w:t>. Hol dir von der vorgesetzten Person alle nötigen Informationen ein, die du brauchst, um die Rechnung</w:t>
            </w:r>
            <w:r w:rsidR="00B015F5">
              <w:t>en</w:t>
            </w:r>
            <w:r w:rsidR="00201E81">
              <w:t xml:space="preserve"> </w:t>
            </w:r>
            <w:r>
              <w:t xml:space="preserve">kontrollieren </w:t>
            </w:r>
            <w:r w:rsidR="00201E81">
              <w:t>zu können.</w:t>
            </w:r>
          </w:p>
        </w:tc>
      </w:tr>
      <w:tr w:rsidR="00071546" w14:paraId="0F38E8E3" w14:textId="77777777" w:rsidTr="003B29C0">
        <w:tc>
          <w:tcPr>
            <w:tcW w:w="1518" w:type="dxa"/>
          </w:tcPr>
          <w:p w14:paraId="7BF58A5F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08" w:type="dxa"/>
          </w:tcPr>
          <w:p w14:paraId="15CA5C05" w14:textId="44027160" w:rsidR="00071546" w:rsidRDefault="003B29C0" w:rsidP="00DE3BD1">
            <w:r>
              <w:t xml:space="preserve">Kontrolliere </w:t>
            </w:r>
            <w:r w:rsidR="007879E4">
              <w:t>die</w:t>
            </w:r>
            <w:r>
              <w:t xml:space="preserve"> Rechnung</w:t>
            </w:r>
            <w:r w:rsidR="007879E4">
              <w:t>en</w:t>
            </w:r>
            <w:r w:rsidR="004F4947">
              <w:t xml:space="preserve"> basierend auf den Informationen</w:t>
            </w:r>
            <w:r w:rsidR="00D367B1">
              <w:t xml:space="preserve"> aus Teilaufgabe 1</w:t>
            </w:r>
            <w:r w:rsidR="004F4947">
              <w:t xml:space="preserve">. </w:t>
            </w:r>
            <w:r w:rsidR="007879E4">
              <w:t xml:space="preserve">Überlege dir, was du mit Rechnungen machst, die Fehler beinhalten. </w:t>
            </w:r>
          </w:p>
        </w:tc>
      </w:tr>
      <w:tr w:rsidR="004F4947" w14:paraId="6E4628C9" w14:textId="77777777" w:rsidTr="003B29C0">
        <w:tc>
          <w:tcPr>
            <w:tcW w:w="1518" w:type="dxa"/>
          </w:tcPr>
          <w:p w14:paraId="065CA480" w14:textId="513A315C" w:rsidR="004F4947" w:rsidRDefault="004F4947" w:rsidP="00F6264E">
            <w:r>
              <w:t>Teilaufgabe 3:</w:t>
            </w:r>
          </w:p>
        </w:tc>
        <w:tc>
          <w:tcPr>
            <w:tcW w:w="5908" w:type="dxa"/>
          </w:tcPr>
          <w:p w14:paraId="2B1F63D8" w14:textId="28D91684" w:rsidR="004F4947" w:rsidRDefault="007879E4" w:rsidP="00DE3BD1">
            <w:r>
              <w:t>Besprich die Ergebnisse deiner Kontrolle und die Massnahmen für allfällige fehlerhafte Rechnungen mit deiner vorgesetzten Person.</w:t>
            </w:r>
          </w:p>
        </w:tc>
      </w:tr>
      <w:tr w:rsidR="00823E4E" w14:paraId="45B54A05" w14:textId="77777777" w:rsidTr="003B29C0">
        <w:tc>
          <w:tcPr>
            <w:tcW w:w="1518" w:type="dxa"/>
          </w:tcPr>
          <w:p w14:paraId="154B015E" w14:textId="7BA43927" w:rsidR="00823E4E" w:rsidRDefault="00007807" w:rsidP="00F6264E">
            <w:r>
              <w:t xml:space="preserve">Teilaufgabe </w:t>
            </w:r>
            <w:r w:rsidR="00D367B1">
              <w:t>4</w:t>
            </w:r>
            <w:r w:rsidR="00823E4E">
              <w:t>:</w:t>
            </w:r>
          </w:p>
        </w:tc>
        <w:tc>
          <w:tcPr>
            <w:tcW w:w="5908" w:type="dxa"/>
          </w:tcPr>
          <w:p w14:paraId="79802FC3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56E57729" w14:textId="77777777" w:rsidR="009B59A7" w:rsidRDefault="009B59A7" w:rsidP="009B59A7"/>
    <w:p w14:paraId="3C193577" w14:textId="77777777" w:rsidR="00C7659B" w:rsidRDefault="00D2699C" w:rsidP="00D2699C">
      <w:pPr>
        <w:pStyle w:val="Untertitel"/>
      </w:pPr>
      <w:r>
        <w:t>Hinweise zur Lösung</w:t>
      </w:r>
    </w:p>
    <w:p w14:paraId="56D919B7" w14:textId="664259B2" w:rsidR="00147918" w:rsidRDefault="00FF7077" w:rsidP="009B59A7">
      <w:r>
        <w:t xml:space="preserve">Kennzeichne die Rechnung </w:t>
      </w:r>
      <w:r w:rsidR="00112158">
        <w:t xml:space="preserve">erst </w:t>
      </w:r>
      <w:r>
        <w:t xml:space="preserve">als kontrolliert, wenn du sicher bist, dass sie auch stimmt.  </w:t>
      </w:r>
    </w:p>
    <w:p w14:paraId="154B2ABA" w14:textId="77777777" w:rsidR="00C67F83" w:rsidRDefault="00C67F83" w:rsidP="009B59A7"/>
    <w:p w14:paraId="61BC60B6" w14:textId="77777777" w:rsidR="009848AB" w:rsidRDefault="009848AB" w:rsidP="009848AB">
      <w:pPr>
        <w:pStyle w:val="Untertitel"/>
      </w:pPr>
      <w:r>
        <w:t>Organisation</w:t>
      </w:r>
    </w:p>
    <w:p w14:paraId="12D72127" w14:textId="77777777" w:rsidR="009848AB" w:rsidRDefault="002B5348" w:rsidP="009848AB">
      <w:r>
        <w:lastRenderedPageBreak/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621F9262" w14:textId="77777777" w:rsidR="009848AB" w:rsidRDefault="009848AB" w:rsidP="009848AB"/>
    <w:p w14:paraId="703FA2CC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54556D36" w14:textId="77777777" w:rsidR="00980CAC" w:rsidRDefault="00980CAC" w:rsidP="00C7659B"/>
    <w:p w14:paraId="6C4B8941" w14:textId="77777777" w:rsidR="00980CAC" w:rsidRDefault="00980CAC" w:rsidP="00C7659B"/>
    <w:p w14:paraId="28DD7E3F" w14:textId="77777777" w:rsidR="00980CAC" w:rsidRDefault="00980CAC" w:rsidP="00C7659B"/>
    <w:p w14:paraId="544105A3" w14:textId="77777777" w:rsidR="00980CAC" w:rsidRDefault="00980CAC" w:rsidP="00C7659B"/>
    <w:p w14:paraId="5D821462" w14:textId="77777777" w:rsidR="00980CAC" w:rsidRDefault="00980CAC" w:rsidP="00C7659B"/>
    <w:p w14:paraId="6254C918" w14:textId="77777777" w:rsidR="00980CAC" w:rsidRDefault="00980CAC" w:rsidP="00C7659B"/>
    <w:p w14:paraId="69B38139" w14:textId="77777777" w:rsidR="00980CAC" w:rsidRDefault="00980CAC" w:rsidP="00C7659B"/>
    <w:p w14:paraId="267149F1" w14:textId="77777777" w:rsidR="00980CAC" w:rsidRDefault="00980CAC" w:rsidP="00C7659B"/>
    <w:p w14:paraId="632E5B0B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3A6D5" w14:textId="77777777" w:rsidR="00812170" w:rsidRDefault="00812170" w:rsidP="00534DD6">
      <w:pPr>
        <w:spacing w:line="240" w:lineRule="auto"/>
      </w:pPr>
      <w:r>
        <w:separator/>
      </w:r>
    </w:p>
    <w:p w14:paraId="0883EB5C" w14:textId="77777777" w:rsidR="00812170" w:rsidRDefault="00812170"/>
  </w:endnote>
  <w:endnote w:type="continuationSeparator" w:id="0">
    <w:p w14:paraId="4C2BEE02" w14:textId="77777777" w:rsidR="00812170" w:rsidRDefault="00812170" w:rsidP="00534DD6">
      <w:pPr>
        <w:spacing w:line="240" w:lineRule="auto"/>
      </w:pPr>
      <w:r>
        <w:continuationSeparator/>
      </w:r>
    </w:p>
    <w:p w14:paraId="4C56AFD2" w14:textId="77777777" w:rsidR="00812170" w:rsidRDefault="00812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331E3" w14:textId="77777777" w:rsidR="00FF7077" w:rsidRDefault="00FF70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BD5A0" w14:textId="3CC7E24E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>Praxisauftrag:</w:t>
    </w:r>
    <w:r w:rsidR="00F328C4">
      <w:rPr>
        <w:sz w:val="16"/>
        <w:szCs w:val="16"/>
      </w:rPr>
      <w:t xml:space="preserve"> </w:t>
    </w:r>
    <w:r w:rsidR="00FF7077">
      <w:rPr>
        <w:sz w:val="16"/>
        <w:szCs w:val="16"/>
      </w:rPr>
      <w:t>Eingegangene Rechnungen kontrollieren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3C02F" w14:textId="77777777" w:rsidR="00FF7077" w:rsidRDefault="00FF70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7B38E" w14:textId="77777777" w:rsidR="00812170" w:rsidRDefault="00812170" w:rsidP="00534DD6">
      <w:pPr>
        <w:spacing w:line="240" w:lineRule="auto"/>
      </w:pPr>
      <w:r>
        <w:separator/>
      </w:r>
    </w:p>
    <w:p w14:paraId="195FFA0C" w14:textId="77777777" w:rsidR="00812170" w:rsidRDefault="00812170"/>
  </w:footnote>
  <w:footnote w:type="continuationSeparator" w:id="0">
    <w:p w14:paraId="663DB922" w14:textId="77777777" w:rsidR="00812170" w:rsidRDefault="00812170" w:rsidP="00534DD6">
      <w:pPr>
        <w:spacing w:line="240" w:lineRule="auto"/>
      </w:pPr>
      <w:r>
        <w:continuationSeparator/>
      </w:r>
    </w:p>
    <w:p w14:paraId="68F44037" w14:textId="77777777" w:rsidR="00812170" w:rsidRDefault="008121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B673" w14:textId="77777777" w:rsidR="00FF7077" w:rsidRDefault="00FF70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9AABE" w14:textId="77777777" w:rsidR="00FF7077" w:rsidRDefault="00FF70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E4F29" w14:textId="77777777" w:rsidR="00FF7077" w:rsidRDefault="00FF70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70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1067CD"/>
    <w:rsid w:val="00112158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01E81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23580"/>
    <w:rsid w:val="00336FFD"/>
    <w:rsid w:val="00370B3A"/>
    <w:rsid w:val="00392737"/>
    <w:rsid w:val="003A79A1"/>
    <w:rsid w:val="003B29C0"/>
    <w:rsid w:val="003C0608"/>
    <w:rsid w:val="003C0DD4"/>
    <w:rsid w:val="00452C06"/>
    <w:rsid w:val="00461B48"/>
    <w:rsid w:val="00462396"/>
    <w:rsid w:val="00471D25"/>
    <w:rsid w:val="004A2CDD"/>
    <w:rsid w:val="004B4054"/>
    <w:rsid w:val="004E378A"/>
    <w:rsid w:val="004F4947"/>
    <w:rsid w:val="004F5235"/>
    <w:rsid w:val="005151B3"/>
    <w:rsid w:val="005318F6"/>
    <w:rsid w:val="00534DD6"/>
    <w:rsid w:val="0053555E"/>
    <w:rsid w:val="00547403"/>
    <w:rsid w:val="006013E0"/>
    <w:rsid w:val="006031B6"/>
    <w:rsid w:val="0067508D"/>
    <w:rsid w:val="00677266"/>
    <w:rsid w:val="00695EBA"/>
    <w:rsid w:val="006A669B"/>
    <w:rsid w:val="006B094D"/>
    <w:rsid w:val="006C353E"/>
    <w:rsid w:val="00743024"/>
    <w:rsid w:val="00771F6B"/>
    <w:rsid w:val="007879E4"/>
    <w:rsid w:val="00792BF0"/>
    <w:rsid w:val="00793B26"/>
    <w:rsid w:val="00796A6A"/>
    <w:rsid w:val="007A59D3"/>
    <w:rsid w:val="007D47FB"/>
    <w:rsid w:val="00807BA1"/>
    <w:rsid w:val="00812170"/>
    <w:rsid w:val="00823E4E"/>
    <w:rsid w:val="008672D7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15F5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67F83"/>
    <w:rsid w:val="00C7659B"/>
    <w:rsid w:val="00C9512D"/>
    <w:rsid w:val="00CD72EC"/>
    <w:rsid w:val="00D21CA9"/>
    <w:rsid w:val="00D2699C"/>
    <w:rsid w:val="00D367B1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A0F8C"/>
    <w:rsid w:val="00EB7596"/>
    <w:rsid w:val="00EC2A1E"/>
    <w:rsid w:val="00EC481B"/>
    <w:rsid w:val="00F13290"/>
    <w:rsid w:val="00F328C4"/>
    <w:rsid w:val="00F83F75"/>
    <w:rsid w:val="00FB5550"/>
    <w:rsid w:val="00FD4719"/>
    <w:rsid w:val="00FD65A1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72A80A19"/>
  <w15:docId w15:val="{BFE127CF-113A-4691-94FD-9F6E78D9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02\DATA-Konvink\02%20Projekte\SKKAB\02_Lernmedien_GB\01_Administration\02_Templates\02_Praxisauftrag_SKKAB\PA_NrHK_TitelPA_EBAoEFZ_V0.01.dotx" TargetMode="Externa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PA_NrHK_TitelPA_EBAoEFZ_V0.01</Template>
  <TotalTime>0</TotalTime>
  <Pages>2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Joëlle Clemen</cp:lastModifiedBy>
  <cp:revision>2</cp:revision>
  <cp:lastPrinted>2016-12-09T14:55:00Z</cp:lastPrinted>
  <dcterms:created xsi:type="dcterms:W3CDTF">2021-04-26T11:49:00Z</dcterms:created>
  <dcterms:modified xsi:type="dcterms:W3CDTF">2021-04-26T11:49:00Z</dcterms:modified>
</cp:coreProperties>
</file>